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6BFD8" w14:textId="66EB0817" w:rsidR="005341AA" w:rsidRPr="00790A3D" w:rsidRDefault="005341AA" w:rsidP="005341AA">
      <w:pPr>
        <w:jc w:val="center"/>
        <w:rPr>
          <w:rFonts w:ascii="Arial" w:hAnsi="Arial" w:cs="Arial"/>
          <w:b/>
          <w:sz w:val="24"/>
          <w:szCs w:val="20"/>
        </w:rPr>
      </w:pPr>
      <w:r w:rsidRPr="00790A3D">
        <w:rPr>
          <w:rFonts w:ascii="Arial" w:hAnsi="Arial" w:cs="Arial"/>
          <w:b/>
          <w:sz w:val="24"/>
          <w:szCs w:val="20"/>
        </w:rPr>
        <w:t>COMUNICACIÓN DE INICIO ACTUACIÓN</w:t>
      </w:r>
    </w:p>
    <w:p w14:paraId="33C720AA" w14:textId="6848AEB4" w:rsidR="00AE7772" w:rsidRPr="00182026" w:rsidRDefault="005341AA" w:rsidP="00182026">
      <w:pPr>
        <w:jc w:val="center"/>
        <w:rPr>
          <w:rFonts w:ascii="Arial" w:hAnsi="Arial" w:cs="Arial"/>
          <w:b/>
          <w:sz w:val="24"/>
          <w:szCs w:val="20"/>
        </w:rPr>
      </w:pPr>
      <w:r w:rsidRPr="00790A3D">
        <w:rPr>
          <w:rFonts w:ascii="Arial" w:hAnsi="Arial" w:cs="Arial"/>
          <w:b/>
          <w:sz w:val="24"/>
          <w:szCs w:val="20"/>
        </w:rPr>
        <w:t xml:space="preserve">PLAN CORRESPONSABLES </w:t>
      </w:r>
      <w:r w:rsidRPr="00E000D2">
        <w:rPr>
          <w:rFonts w:ascii="Arial" w:hAnsi="Arial" w:cs="Arial"/>
          <w:b/>
          <w:sz w:val="24"/>
          <w:szCs w:val="20"/>
        </w:rPr>
        <w:t>202</w:t>
      </w:r>
      <w:r w:rsidR="00606179">
        <w:rPr>
          <w:rFonts w:ascii="Arial" w:hAnsi="Arial" w:cs="Arial"/>
          <w:b/>
          <w:sz w:val="24"/>
          <w:szCs w:val="20"/>
        </w:rPr>
        <w:t>…</w:t>
      </w:r>
      <w:r w:rsidRPr="00E000D2">
        <w:rPr>
          <w:rFonts w:ascii="Arial" w:hAnsi="Arial" w:cs="Arial"/>
          <w:b/>
          <w:sz w:val="24"/>
          <w:szCs w:val="20"/>
        </w:rPr>
        <w:t>-202</w:t>
      </w:r>
      <w:r w:rsidR="00606179">
        <w:rPr>
          <w:rFonts w:ascii="Arial" w:hAnsi="Arial" w:cs="Arial"/>
          <w:b/>
          <w:sz w:val="24"/>
          <w:szCs w:val="20"/>
        </w:rPr>
        <w:t>…</w:t>
      </w:r>
    </w:p>
    <w:tbl>
      <w:tblPr>
        <w:tblStyle w:val="Tablaconcuadrcula"/>
        <w:tblpPr w:leftFromText="141" w:rightFromText="141" w:vertAnchor="text" w:horzAnchor="margin" w:tblpXSpec="center" w:tblpY="692"/>
        <w:tblW w:w="9362" w:type="dxa"/>
        <w:tblLook w:val="04A0" w:firstRow="1" w:lastRow="0" w:firstColumn="1" w:lastColumn="0" w:noHBand="0" w:noVBand="1"/>
      </w:tblPr>
      <w:tblGrid>
        <w:gridCol w:w="3900"/>
        <w:gridCol w:w="5462"/>
      </w:tblGrid>
      <w:tr w:rsidR="00AE7772" w:rsidRPr="00790A3D" w14:paraId="7DF326DE" w14:textId="77777777" w:rsidTr="00F47E77">
        <w:trPr>
          <w:trHeight w:val="464"/>
        </w:trPr>
        <w:tc>
          <w:tcPr>
            <w:tcW w:w="9362" w:type="dxa"/>
            <w:gridSpan w:val="2"/>
          </w:tcPr>
          <w:p w14:paraId="37A2DC88" w14:textId="77777777" w:rsidR="00AE7772" w:rsidRPr="00790A3D" w:rsidRDefault="00AE7772" w:rsidP="00F47E7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986631">
              <w:rPr>
                <w:rFonts w:ascii="Arial" w:hAnsi="Arial" w:cs="Arial"/>
                <w:b/>
                <w:sz w:val="28"/>
                <w:szCs w:val="32"/>
              </w:rPr>
              <w:t>AYUNTAMIENTO O EATIM DE:</w:t>
            </w:r>
          </w:p>
        </w:tc>
      </w:tr>
      <w:tr w:rsidR="00AE7772" w:rsidRPr="00790A3D" w14:paraId="1958CEF7" w14:textId="77777777" w:rsidTr="00F47E77">
        <w:trPr>
          <w:trHeight w:val="516"/>
        </w:trPr>
        <w:tc>
          <w:tcPr>
            <w:tcW w:w="9362" w:type="dxa"/>
            <w:gridSpan w:val="2"/>
            <w:shd w:val="clear" w:color="auto" w:fill="D9D9D9" w:themeFill="background1" w:themeFillShade="D9"/>
          </w:tcPr>
          <w:p w14:paraId="74270E34" w14:textId="77777777" w:rsidR="00AE7772" w:rsidRPr="00790A3D" w:rsidRDefault="00AE7772" w:rsidP="00F47E7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Datos persona responsable del Ayuntamiento del Plan Corresponsables</w:t>
            </w:r>
          </w:p>
        </w:tc>
      </w:tr>
      <w:tr w:rsidR="00AE7772" w:rsidRPr="00790A3D" w14:paraId="0526C70D" w14:textId="77777777" w:rsidTr="00F47E77">
        <w:trPr>
          <w:trHeight w:val="410"/>
        </w:trPr>
        <w:tc>
          <w:tcPr>
            <w:tcW w:w="9362" w:type="dxa"/>
            <w:gridSpan w:val="2"/>
          </w:tcPr>
          <w:p w14:paraId="7F0886C2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Nombre:</w:t>
            </w:r>
          </w:p>
        </w:tc>
      </w:tr>
      <w:tr w:rsidR="00AE7772" w:rsidRPr="00790A3D" w14:paraId="4637903C" w14:textId="77777777" w:rsidTr="00F47E77">
        <w:trPr>
          <w:trHeight w:val="402"/>
        </w:trPr>
        <w:tc>
          <w:tcPr>
            <w:tcW w:w="3900" w:type="dxa"/>
          </w:tcPr>
          <w:p w14:paraId="3BAEF9E4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Teléfono de contacto:</w:t>
            </w:r>
          </w:p>
        </w:tc>
        <w:tc>
          <w:tcPr>
            <w:tcW w:w="5462" w:type="dxa"/>
          </w:tcPr>
          <w:p w14:paraId="42B57433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Correo electrónico:</w:t>
            </w:r>
          </w:p>
        </w:tc>
      </w:tr>
      <w:tr w:rsidR="00AE7772" w:rsidRPr="00790A3D" w14:paraId="4973065E" w14:textId="77777777" w:rsidTr="00F47E77">
        <w:trPr>
          <w:trHeight w:val="421"/>
        </w:trPr>
        <w:tc>
          <w:tcPr>
            <w:tcW w:w="3900" w:type="dxa"/>
          </w:tcPr>
          <w:p w14:paraId="5CA5211E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Horario de localización:</w:t>
            </w:r>
          </w:p>
        </w:tc>
        <w:tc>
          <w:tcPr>
            <w:tcW w:w="5462" w:type="dxa"/>
          </w:tcPr>
          <w:p w14:paraId="45F45523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Cargo que ocupa:</w:t>
            </w:r>
          </w:p>
        </w:tc>
      </w:tr>
    </w:tbl>
    <w:p w14:paraId="657E417A" w14:textId="77777777" w:rsidR="00AE7772" w:rsidRDefault="00AE7772" w:rsidP="003C3DD8">
      <w:pPr>
        <w:rPr>
          <w:rFonts w:ascii="Arial" w:hAnsi="Arial" w:cs="Arial"/>
          <w:b/>
          <w:sz w:val="24"/>
          <w:szCs w:val="20"/>
        </w:rPr>
      </w:pPr>
    </w:p>
    <w:tbl>
      <w:tblPr>
        <w:tblStyle w:val="Tablaconcuadrcula"/>
        <w:tblpPr w:leftFromText="141" w:rightFromText="141" w:vertAnchor="text" w:horzAnchor="margin" w:tblpXSpec="center" w:tblpY="2627"/>
        <w:tblW w:w="9351" w:type="dxa"/>
        <w:tblLook w:val="04A0" w:firstRow="1" w:lastRow="0" w:firstColumn="1" w:lastColumn="0" w:noHBand="0" w:noVBand="1"/>
      </w:tblPr>
      <w:tblGrid>
        <w:gridCol w:w="5281"/>
        <w:gridCol w:w="1944"/>
        <w:gridCol w:w="1325"/>
        <w:gridCol w:w="801"/>
      </w:tblGrid>
      <w:tr w:rsidR="005341AA" w:rsidRPr="004E38F9" w14:paraId="16FEC2D2" w14:textId="77777777" w:rsidTr="00386945">
        <w:trPr>
          <w:trHeight w:val="367"/>
        </w:trPr>
        <w:tc>
          <w:tcPr>
            <w:tcW w:w="9351" w:type="dxa"/>
            <w:gridSpan w:val="4"/>
            <w:shd w:val="clear" w:color="auto" w:fill="BFBFBF" w:themeFill="background1" w:themeFillShade="BF"/>
          </w:tcPr>
          <w:p w14:paraId="53D163C8" w14:textId="77777777" w:rsidR="005341AA" w:rsidRPr="004E38F9" w:rsidRDefault="005341AA" w:rsidP="003939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086A">
              <w:rPr>
                <w:rFonts w:ascii="Arial" w:hAnsi="Arial" w:cs="Arial"/>
                <w:b/>
                <w:sz w:val="20"/>
                <w:szCs w:val="20"/>
                <w:shd w:val="clear" w:color="auto" w:fill="A6A6A6" w:themeFill="background1" w:themeFillShade="A6"/>
              </w:rPr>
              <w:t>DATOS DE LA ACTUACION / SERVICIO PLAN CORRESPONSABLES</w:t>
            </w:r>
          </w:p>
          <w:p w14:paraId="22EDC72D" w14:textId="77777777" w:rsidR="005341AA" w:rsidRPr="004E38F9" w:rsidRDefault="005341AA" w:rsidP="003939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41AA" w:rsidRPr="004E38F9" w14:paraId="6BACACCB" w14:textId="77777777" w:rsidTr="00386945">
        <w:trPr>
          <w:trHeight w:val="311"/>
        </w:trPr>
        <w:tc>
          <w:tcPr>
            <w:tcW w:w="9351" w:type="dxa"/>
            <w:gridSpan w:val="4"/>
            <w:shd w:val="clear" w:color="auto" w:fill="D9D9D9" w:themeFill="background1" w:themeFillShade="D9"/>
          </w:tcPr>
          <w:p w14:paraId="4684B1FA" w14:textId="77777777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Denominación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 la actuación:</w:t>
            </w:r>
            <w:r w:rsidRPr="004E38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5341AA" w:rsidRPr="004E38F9" w14:paraId="4268A97B" w14:textId="77777777" w:rsidTr="00386945">
        <w:trPr>
          <w:trHeight w:val="477"/>
        </w:trPr>
        <w:tc>
          <w:tcPr>
            <w:tcW w:w="9351" w:type="dxa"/>
            <w:gridSpan w:val="4"/>
          </w:tcPr>
          <w:p w14:paraId="5A6DD3F1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1AA" w:rsidRPr="004E38F9" w14:paraId="1839F536" w14:textId="77777777" w:rsidTr="00386945">
        <w:trPr>
          <w:trHeight w:val="262"/>
        </w:trPr>
        <w:tc>
          <w:tcPr>
            <w:tcW w:w="9351" w:type="dxa"/>
            <w:gridSpan w:val="4"/>
            <w:shd w:val="clear" w:color="auto" w:fill="D9D9D9" w:themeFill="background1" w:themeFillShade="D9"/>
          </w:tcPr>
          <w:p w14:paraId="443AA0DC" w14:textId="77777777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Tipología de la actuación: (Seleccione con una X)</w:t>
            </w:r>
          </w:p>
        </w:tc>
      </w:tr>
      <w:tr w:rsidR="005341AA" w:rsidRPr="004E38F9" w14:paraId="139EB5BE" w14:textId="77777777" w:rsidTr="00386945">
        <w:trPr>
          <w:trHeight w:val="267"/>
        </w:trPr>
        <w:tc>
          <w:tcPr>
            <w:tcW w:w="8550" w:type="dxa"/>
            <w:gridSpan w:val="3"/>
          </w:tcPr>
          <w:p w14:paraId="0280D191" w14:textId="3FA8009E" w:rsidR="005341AA" w:rsidRPr="004E38F9" w:rsidRDefault="00DC7CB3" w:rsidP="003939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Nueva actuación</w:t>
            </w:r>
            <w:r w:rsidR="00386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6945" w:rsidRPr="00AB389A">
              <w:rPr>
                <w:rFonts w:ascii="Arial" w:hAnsi="Arial" w:cs="Arial"/>
                <w:sz w:val="16"/>
                <w:szCs w:val="16"/>
              </w:rPr>
              <w:t>(actuación que nunca ha sido financiada con el Plan Corresponsables</w:t>
            </w:r>
            <w:r w:rsidR="003869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-1769918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01" w:type="dxa"/>
              </w:tcPr>
              <w:p w14:paraId="22F45CF4" w14:textId="2477E348" w:rsidR="005341AA" w:rsidRPr="004E38F9" w:rsidRDefault="00386945" w:rsidP="003939AC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341AA" w:rsidRPr="004E38F9" w14:paraId="786497D3" w14:textId="77777777" w:rsidTr="00386945">
        <w:trPr>
          <w:trHeight w:val="248"/>
        </w:trPr>
        <w:tc>
          <w:tcPr>
            <w:tcW w:w="8550" w:type="dxa"/>
            <w:gridSpan w:val="3"/>
          </w:tcPr>
          <w:p w14:paraId="4AAEEDE0" w14:textId="1D3F6C58" w:rsidR="005341AA" w:rsidRPr="004E38F9" w:rsidRDefault="005341AA" w:rsidP="003939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 xml:space="preserve">De continuación del Plan Corresponsables </w:t>
            </w:r>
            <w:r w:rsidR="00012B56">
              <w:rPr>
                <w:rFonts w:ascii="Arial" w:hAnsi="Arial" w:cs="Arial"/>
                <w:sz w:val="20"/>
                <w:szCs w:val="20"/>
              </w:rPr>
              <w:t>de años anteriores</w:t>
            </w:r>
            <w:r w:rsidR="00AB38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89A" w:rsidRPr="00AB389A">
              <w:rPr>
                <w:rFonts w:ascii="Arial" w:hAnsi="Arial" w:cs="Arial"/>
                <w:sz w:val="16"/>
                <w:szCs w:val="16"/>
              </w:rPr>
              <w:t>(financiada con el Plan Corresponsables en otras ediciones</w:t>
            </w:r>
            <w:r w:rsidR="00AB389A">
              <w:rPr>
                <w:rFonts w:ascii="Arial" w:hAnsi="Arial" w:cs="Arial"/>
                <w:sz w:val="16"/>
                <w:szCs w:val="16"/>
              </w:rPr>
              <w:t xml:space="preserve"> y puesta nuevamente en marcha</w:t>
            </w:r>
            <w:r w:rsidR="00AB389A" w:rsidRPr="00AB389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533467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01" w:type="dxa"/>
              </w:tcPr>
              <w:p w14:paraId="33E87887" w14:textId="20BB0A18" w:rsidR="005341AA" w:rsidRPr="004E38F9" w:rsidRDefault="00386945" w:rsidP="003939AC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B389A" w:rsidRPr="004E38F9" w14:paraId="46A417C8" w14:textId="77777777" w:rsidTr="00386945">
        <w:trPr>
          <w:trHeight w:val="248"/>
        </w:trPr>
        <w:tc>
          <w:tcPr>
            <w:tcW w:w="8550" w:type="dxa"/>
            <w:gridSpan w:val="3"/>
          </w:tcPr>
          <w:p w14:paraId="16275B74" w14:textId="4F8BD93F" w:rsidR="00AB389A" w:rsidRPr="004E38F9" w:rsidRDefault="00AB389A" w:rsidP="003939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continuidad </w:t>
            </w:r>
            <w:r w:rsidRPr="00AB389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actuación en curso </w:t>
            </w:r>
            <w:r w:rsidRPr="00AB389A">
              <w:rPr>
                <w:rFonts w:ascii="Arial" w:hAnsi="Arial" w:cs="Arial"/>
                <w:sz w:val="16"/>
                <w:szCs w:val="16"/>
              </w:rPr>
              <w:t xml:space="preserve">financiada con el Plan Corresponsables de </w:t>
            </w:r>
            <w:r w:rsidR="00337B70">
              <w:rPr>
                <w:rFonts w:ascii="Arial" w:hAnsi="Arial" w:cs="Arial"/>
                <w:sz w:val="16"/>
                <w:szCs w:val="16"/>
              </w:rPr>
              <w:t xml:space="preserve">una o </w:t>
            </w:r>
            <w:r>
              <w:rPr>
                <w:rFonts w:ascii="Arial" w:hAnsi="Arial" w:cs="Arial"/>
                <w:sz w:val="16"/>
                <w:szCs w:val="16"/>
              </w:rPr>
              <w:t>varias</w:t>
            </w:r>
            <w:r w:rsidRPr="00AB389A">
              <w:rPr>
                <w:rFonts w:ascii="Arial" w:hAnsi="Arial" w:cs="Arial"/>
                <w:sz w:val="16"/>
                <w:szCs w:val="16"/>
              </w:rPr>
              <w:t xml:space="preserve"> ediciones)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-434832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01" w:type="dxa"/>
              </w:tcPr>
              <w:p w14:paraId="7EEC346C" w14:textId="1C8B14F3" w:rsidR="00AB389A" w:rsidRDefault="00AB389A" w:rsidP="003939AC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341AA" w:rsidRPr="004E38F9" w14:paraId="4EBA02E8" w14:textId="77777777" w:rsidTr="00386945">
        <w:trPr>
          <w:trHeight w:val="262"/>
        </w:trPr>
        <w:tc>
          <w:tcPr>
            <w:tcW w:w="8550" w:type="dxa"/>
            <w:gridSpan w:val="3"/>
          </w:tcPr>
          <w:p w14:paraId="4621701D" w14:textId="3D45EEE1" w:rsidR="005341AA" w:rsidRPr="00AB389A" w:rsidRDefault="005341AA" w:rsidP="003939AC">
            <w:pPr>
              <w:rPr>
                <w:rFonts w:ascii="Arial" w:hAnsi="Arial" w:cs="Arial"/>
                <w:sz w:val="16"/>
                <w:szCs w:val="16"/>
              </w:rPr>
            </w:pPr>
            <w:r w:rsidRPr="001B561B">
              <w:rPr>
                <w:rFonts w:ascii="Arial" w:hAnsi="Arial" w:cs="Arial"/>
                <w:sz w:val="20"/>
                <w:szCs w:val="20"/>
              </w:rPr>
              <w:t>Ampliación y/o mejora de una actuación ya existente</w:t>
            </w:r>
            <w:r w:rsidR="00AB38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89A">
              <w:rPr>
                <w:rFonts w:ascii="Arial" w:hAnsi="Arial" w:cs="Arial"/>
                <w:sz w:val="16"/>
                <w:szCs w:val="16"/>
              </w:rPr>
              <w:t>(</w:t>
            </w:r>
            <w:r w:rsidR="00337B70">
              <w:rPr>
                <w:rFonts w:ascii="Arial" w:hAnsi="Arial" w:cs="Arial"/>
                <w:sz w:val="16"/>
                <w:szCs w:val="16"/>
              </w:rPr>
              <w:t>por ejemplo</w:t>
            </w:r>
            <w:r w:rsidR="00AB389A">
              <w:rPr>
                <w:rFonts w:ascii="Arial" w:hAnsi="Arial" w:cs="Arial"/>
                <w:sz w:val="16"/>
                <w:szCs w:val="16"/>
              </w:rPr>
              <w:t xml:space="preserve"> ampliación de horario …)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1643152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01" w:type="dxa"/>
              </w:tcPr>
              <w:p w14:paraId="0BD6E91F" w14:textId="2CC3D8C9" w:rsidR="005341AA" w:rsidRPr="004E38F9" w:rsidRDefault="00386945" w:rsidP="003939AC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341AA" w:rsidRPr="004E38F9" w14:paraId="302ED9BA" w14:textId="77777777" w:rsidTr="00386945">
        <w:trPr>
          <w:trHeight w:val="400"/>
        </w:trPr>
        <w:tc>
          <w:tcPr>
            <w:tcW w:w="9351" w:type="dxa"/>
            <w:gridSpan w:val="4"/>
            <w:shd w:val="clear" w:color="auto" w:fill="D9D9D9" w:themeFill="background1" w:themeFillShade="D9"/>
          </w:tcPr>
          <w:p w14:paraId="510E6468" w14:textId="2DB4D5BF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 xml:space="preserve">Detalles de la </w:t>
            </w:r>
            <w:r w:rsidR="00012B56">
              <w:rPr>
                <w:rFonts w:ascii="Arial" w:hAnsi="Arial" w:cs="Arial"/>
                <w:b/>
                <w:sz w:val="20"/>
                <w:szCs w:val="20"/>
              </w:rPr>
              <w:t xml:space="preserve">nueva </w:t>
            </w:r>
            <w:r w:rsidRPr="004E38F9">
              <w:rPr>
                <w:rFonts w:ascii="Arial" w:hAnsi="Arial" w:cs="Arial"/>
                <w:b/>
                <w:sz w:val="20"/>
                <w:szCs w:val="20"/>
              </w:rPr>
              <w:t>actuación:</w:t>
            </w:r>
          </w:p>
        </w:tc>
      </w:tr>
      <w:tr w:rsidR="005341AA" w:rsidRPr="004E38F9" w14:paraId="52BD8D75" w14:textId="77777777" w:rsidTr="00386945">
        <w:trPr>
          <w:trHeight w:val="262"/>
        </w:trPr>
        <w:tc>
          <w:tcPr>
            <w:tcW w:w="9351" w:type="dxa"/>
            <w:gridSpan w:val="4"/>
          </w:tcPr>
          <w:p w14:paraId="10637649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Dependencia donde se realiza la actuación:</w:t>
            </w:r>
          </w:p>
        </w:tc>
      </w:tr>
      <w:tr w:rsidR="00386945" w:rsidRPr="004E38F9" w14:paraId="45F1196B" w14:textId="77777777" w:rsidTr="00386945">
        <w:trPr>
          <w:trHeight w:val="392"/>
        </w:trPr>
        <w:tc>
          <w:tcPr>
            <w:tcW w:w="9351" w:type="dxa"/>
            <w:gridSpan w:val="4"/>
          </w:tcPr>
          <w:p w14:paraId="7438E689" w14:textId="35A0BB71" w:rsidR="00386945" w:rsidRPr="00631DF1" w:rsidRDefault="00386945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945">
              <w:rPr>
                <w:rFonts w:ascii="Arial" w:hAnsi="Arial" w:cs="Arial"/>
                <w:b/>
                <w:sz w:val="20"/>
                <w:szCs w:val="20"/>
              </w:rPr>
              <w:t>Marcar</w:t>
            </w:r>
            <w:r>
              <w:rPr>
                <w:rFonts w:ascii="Arial" w:hAnsi="Arial" w:cs="Arial"/>
                <w:sz w:val="20"/>
                <w:szCs w:val="20"/>
              </w:rPr>
              <w:t xml:space="preserve"> si la actuación fue iniciada </w:t>
            </w:r>
            <w:r w:rsidRPr="00AB389A">
              <w:rPr>
                <w:rFonts w:ascii="Arial" w:hAnsi="Arial" w:cs="Arial"/>
                <w:sz w:val="20"/>
                <w:szCs w:val="20"/>
                <w:u w:val="single"/>
              </w:rPr>
              <w:t>antes de la publicación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del Decreto      </w:t>
            </w:r>
            <w:r w:rsidR="00AB389A">
              <w:rPr>
                <w:rFonts w:ascii="Arial" w:hAnsi="Arial" w:cs="Arial"/>
                <w:sz w:val="20"/>
                <w:szCs w:val="20"/>
              </w:rPr>
              <w:t xml:space="preserve">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77253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341AA" w:rsidRPr="004E38F9" w14:paraId="1338EC9B" w14:textId="77777777" w:rsidTr="00386945">
        <w:trPr>
          <w:trHeight w:val="262"/>
        </w:trPr>
        <w:tc>
          <w:tcPr>
            <w:tcW w:w="5281" w:type="dxa"/>
          </w:tcPr>
          <w:p w14:paraId="4CE8B185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Fecha de Inicio:</w:t>
            </w:r>
            <w:r w:rsidRPr="004E38F9">
              <w:rPr>
                <w:rFonts w:ascii="Arial" w:hAnsi="Arial" w:cs="Arial"/>
                <w:sz w:val="20"/>
                <w:szCs w:val="20"/>
                <w:u w:val="word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u w:val="words"/>
                </w:rPr>
                <w:id w:val="-2029553072"/>
                <w:placeholder>
                  <w:docPart w:val="961726D4D2C24148B50AA9FA9682270F"/>
                </w:placeholder>
                <w:showingPlcHdr/>
                <w15:color w:val="CCCCFF"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4E38F9">
                  <w:rPr>
                    <w:rStyle w:val="Textodelmarcadordeposicin"/>
                    <w:sz w:val="20"/>
                    <w:szCs w:val="20"/>
                  </w:rPr>
                  <w:t>Haga clic aquí o pulse para escribir una fecha.</w:t>
                </w:r>
              </w:sdtContent>
            </w:sdt>
            <w:r w:rsidRPr="004E38F9">
              <w:rPr>
                <w:rFonts w:ascii="Arial" w:hAnsi="Arial" w:cs="Arial"/>
                <w:sz w:val="20"/>
                <w:szCs w:val="20"/>
                <w:u w:val="words"/>
              </w:rPr>
              <w:t xml:space="preserve">                             </w:t>
            </w:r>
          </w:p>
        </w:tc>
        <w:tc>
          <w:tcPr>
            <w:tcW w:w="4070" w:type="dxa"/>
            <w:gridSpan w:val="3"/>
          </w:tcPr>
          <w:p w14:paraId="15EF2A5D" w14:textId="5C2E9DC8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 xml:space="preserve">Fecha </w:t>
            </w:r>
            <w:r w:rsidR="00012B56">
              <w:rPr>
                <w:rFonts w:ascii="Arial" w:hAnsi="Arial" w:cs="Arial"/>
                <w:sz w:val="20"/>
                <w:szCs w:val="20"/>
              </w:rPr>
              <w:t xml:space="preserve">estimada </w:t>
            </w:r>
            <w:r w:rsidRPr="004E38F9">
              <w:rPr>
                <w:rFonts w:ascii="Arial" w:hAnsi="Arial" w:cs="Arial"/>
                <w:sz w:val="20"/>
                <w:szCs w:val="20"/>
              </w:rPr>
              <w:t>de finalización: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7792254"/>
                <w:placeholder>
                  <w:docPart w:val="961726D4D2C24148B50AA9FA9682270F"/>
                </w:placeholder>
                <w:showingPlcHdr/>
                <w15:color w:val="CCCCFF"/>
                <w:date w:fullDate="2020-04-18T00:00:00Z"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4E38F9">
                  <w:rPr>
                    <w:rStyle w:val="Textodelmarcadordeposicin"/>
                    <w:sz w:val="20"/>
                    <w:szCs w:val="20"/>
                  </w:rPr>
                  <w:t>Haga clic aquí o pulse para escribir una fecha.</w:t>
                </w:r>
              </w:sdtContent>
            </w:sdt>
          </w:p>
        </w:tc>
      </w:tr>
      <w:tr w:rsidR="00386945" w:rsidRPr="004E38F9" w14:paraId="01B48EC5" w14:textId="77777777" w:rsidTr="00386945">
        <w:trPr>
          <w:trHeight w:val="393"/>
        </w:trPr>
        <w:tc>
          <w:tcPr>
            <w:tcW w:w="7225" w:type="dxa"/>
            <w:gridSpan w:val="2"/>
          </w:tcPr>
          <w:p w14:paraId="446619D5" w14:textId="77777777" w:rsidR="00386945" w:rsidRPr="004E38F9" w:rsidRDefault="00386945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Días de la semana en los que desarrolla la actuación:</w:t>
            </w:r>
          </w:p>
        </w:tc>
        <w:tc>
          <w:tcPr>
            <w:tcW w:w="2126" w:type="dxa"/>
            <w:gridSpan w:val="2"/>
          </w:tcPr>
          <w:p w14:paraId="09D9C057" w14:textId="10D7DDD6" w:rsidR="00386945" w:rsidRPr="004E38F9" w:rsidRDefault="00386945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6945" w:rsidRPr="004E38F9" w14:paraId="5177E18F" w14:textId="77777777" w:rsidTr="00386945">
        <w:trPr>
          <w:trHeight w:val="362"/>
        </w:trPr>
        <w:tc>
          <w:tcPr>
            <w:tcW w:w="7225" w:type="dxa"/>
            <w:gridSpan w:val="2"/>
          </w:tcPr>
          <w:p w14:paraId="7E7FDFE0" w14:textId="77777777" w:rsidR="00386945" w:rsidRPr="004E38F9" w:rsidRDefault="00386945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Horario:</w:t>
            </w:r>
          </w:p>
        </w:tc>
        <w:tc>
          <w:tcPr>
            <w:tcW w:w="2126" w:type="dxa"/>
            <w:gridSpan w:val="2"/>
          </w:tcPr>
          <w:p w14:paraId="06D5C1C9" w14:textId="262BEF16" w:rsidR="00386945" w:rsidRPr="004E38F9" w:rsidRDefault="00386945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6945" w:rsidRPr="004E38F9" w14:paraId="67DA8735" w14:textId="77777777" w:rsidTr="00386945">
        <w:trPr>
          <w:trHeight w:val="298"/>
        </w:trPr>
        <w:tc>
          <w:tcPr>
            <w:tcW w:w="7225" w:type="dxa"/>
            <w:gridSpan w:val="2"/>
          </w:tcPr>
          <w:p w14:paraId="573C08D9" w14:textId="77777777" w:rsidR="00386945" w:rsidRPr="004E38F9" w:rsidRDefault="00386945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Franja de edad de las/los menores a los que va dirigido el servicio</w:t>
            </w:r>
            <w:r w:rsidRPr="00631DF1">
              <w:rPr>
                <w:rFonts w:ascii="Arial" w:hAnsi="Arial" w:cs="Arial"/>
                <w:color w:val="7030A0"/>
                <w:sz w:val="20"/>
                <w:szCs w:val="20"/>
              </w:rPr>
              <w:t>:</w:t>
            </w:r>
          </w:p>
        </w:tc>
        <w:tc>
          <w:tcPr>
            <w:tcW w:w="2126" w:type="dxa"/>
            <w:gridSpan w:val="2"/>
          </w:tcPr>
          <w:p w14:paraId="7F151BDA" w14:textId="4B214AB6" w:rsidR="00386945" w:rsidRPr="004E38F9" w:rsidRDefault="00386945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1AA" w:rsidRPr="004E38F9" w14:paraId="25E47002" w14:textId="77777777" w:rsidTr="00386945">
        <w:trPr>
          <w:trHeight w:val="262"/>
        </w:trPr>
        <w:tc>
          <w:tcPr>
            <w:tcW w:w="9351" w:type="dxa"/>
            <w:gridSpan w:val="4"/>
            <w:shd w:val="clear" w:color="auto" w:fill="D9D9D9" w:themeFill="background1" w:themeFillShade="D9"/>
          </w:tcPr>
          <w:p w14:paraId="4581F6C3" w14:textId="77777777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Breve descripción de la actuación:</w:t>
            </w:r>
          </w:p>
        </w:tc>
      </w:tr>
      <w:tr w:rsidR="00AE7772" w:rsidRPr="004E38F9" w14:paraId="2645E31C" w14:textId="77777777" w:rsidTr="00386945">
        <w:trPr>
          <w:trHeight w:val="2525"/>
        </w:trPr>
        <w:tc>
          <w:tcPr>
            <w:tcW w:w="9351" w:type="dxa"/>
            <w:gridSpan w:val="4"/>
            <w:shd w:val="clear" w:color="auto" w:fill="auto"/>
          </w:tcPr>
          <w:p w14:paraId="2549129E" w14:textId="77777777" w:rsidR="00AE7772" w:rsidRDefault="00AE7772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1CD936" w14:textId="77777777" w:rsidR="00E209AA" w:rsidRDefault="00E209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28E696" w14:textId="77777777" w:rsidR="00E209AA" w:rsidRDefault="00E209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E7CFDE" w14:textId="77777777" w:rsidR="00E209AA" w:rsidRDefault="00E209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1DD19F" w14:textId="77777777" w:rsidR="00E209AA" w:rsidRDefault="00E209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347623" w14:textId="77777777" w:rsidR="00E209AA" w:rsidRDefault="00E209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87A0C2" w14:textId="77777777" w:rsidR="00E209AA" w:rsidRDefault="00E209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ED7FA9" w14:textId="77777777" w:rsidR="00E209AA" w:rsidRDefault="00E209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2FB7EE" w14:textId="77777777" w:rsidR="00E209AA" w:rsidRDefault="00E209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40DA60" w14:textId="77777777" w:rsidR="00E209AA" w:rsidRDefault="00E209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BEC987" w14:textId="77777777" w:rsidR="00E209AA" w:rsidRPr="004E38F9" w:rsidRDefault="00E209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laconcuadrcula"/>
        <w:tblW w:w="9357" w:type="dxa"/>
        <w:tblInd w:w="-431" w:type="dxa"/>
        <w:tblLook w:val="04A0" w:firstRow="1" w:lastRow="0" w:firstColumn="1" w:lastColumn="0" w:noHBand="0" w:noVBand="1"/>
      </w:tblPr>
      <w:tblGrid>
        <w:gridCol w:w="6380"/>
        <w:gridCol w:w="2977"/>
      </w:tblGrid>
      <w:tr w:rsidR="00E209AA" w:rsidRPr="00E86A00" w14:paraId="45A548F9" w14:textId="77777777" w:rsidTr="00E73811">
        <w:tc>
          <w:tcPr>
            <w:tcW w:w="9357" w:type="dxa"/>
            <w:gridSpan w:val="2"/>
            <w:shd w:val="clear" w:color="auto" w:fill="BFBFBF" w:themeFill="background1" w:themeFillShade="BF"/>
          </w:tcPr>
          <w:p w14:paraId="57529B4D" w14:textId="77777777" w:rsidR="00E209AA" w:rsidRDefault="00E209AA" w:rsidP="00E738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</w:t>
            </w:r>
            <w:r w:rsidRPr="00A258ED">
              <w:rPr>
                <w:rFonts w:ascii="Arial" w:hAnsi="Arial" w:cs="Arial"/>
                <w:b/>
                <w:sz w:val="20"/>
                <w:szCs w:val="20"/>
              </w:rPr>
              <w:t>SAS. En el caso de cobro de tasas para esta actuación, indicar:</w:t>
            </w:r>
          </w:p>
          <w:p w14:paraId="171CC459" w14:textId="77777777" w:rsidR="00E209AA" w:rsidRPr="00A258ED" w:rsidRDefault="00E209AA" w:rsidP="00E738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9AA" w:rsidRPr="00E86A00" w14:paraId="5BB8D701" w14:textId="77777777" w:rsidTr="00E73811">
        <w:trPr>
          <w:trHeight w:val="336"/>
        </w:trPr>
        <w:tc>
          <w:tcPr>
            <w:tcW w:w="6380" w:type="dxa"/>
          </w:tcPr>
          <w:p w14:paraId="70ED4C99" w14:textId="77777777" w:rsidR="00E209AA" w:rsidRPr="00A258ED" w:rsidRDefault="00E209AA" w:rsidP="00E738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8ED">
              <w:rPr>
                <w:rFonts w:ascii="Arial" w:hAnsi="Arial" w:cs="Arial"/>
                <w:sz w:val="20"/>
                <w:szCs w:val="20"/>
              </w:rPr>
              <w:lastRenderedPageBreak/>
              <w:t>Importe por menor</w:t>
            </w:r>
            <w:r>
              <w:rPr>
                <w:rFonts w:ascii="Arial" w:hAnsi="Arial" w:cs="Arial"/>
                <w:sz w:val="20"/>
                <w:szCs w:val="20"/>
              </w:rPr>
              <w:t xml:space="preserve"> al que se aplicará la tasa</w:t>
            </w:r>
            <w:r w:rsidRPr="00A258E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7" w:type="dxa"/>
          </w:tcPr>
          <w:p w14:paraId="5AA0891C" w14:textId="77777777" w:rsidR="00E209AA" w:rsidRPr="00A258ED" w:rsidRDefault="00E209AA" w:rsidP="00E738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9AA" w:rsidRPr="00E86A00" w14:paraId="3BBFCDC4" w14:textId="77777777" w:rsidTr="00E73811">
        <w:tc>
          <w:tcPr>
            <w:tcW w:w="9357" w:type="dxa"/>
            <w:gridSpan w:val="2"/>
          </w:tcPr>
          <w:p w14:paraId="5D1D276A" w14:textId="77777777" w:rsidR="00E209AA" w:rsidRPr="00A258ED" w:rsidRDefault="00E209AA" w:rsidP="00E738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58ED">
              <w:rPr>
                <w:rFonts w:ascii="Arial" w:hAnsi="Arial" w:cs="Arial"/>
                <w:sz w:val="20"/>
                <w:szCs w:val="20"/>
              </w:rPr>
              <w:t>Criterio seguido para su cobro:</w:t>
            </w:r>
          </w:p>
          <w:p w14:paraId="427DF67C" w14:textId="77777777" w:rsidR="00E209AA" w:rsidRPr="00A258ED" w:rsidRDefault="00E209AA" w:rsidP="00E738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65B8E1" w14:textId="77777777" w:rsidR="00E209AA" w:rsidRPr="00A258ED" w:rsidRDefault="00E209AA" w:rsidP="00E738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7274AA" w14:textId="77777777" w:rsidR="00E209AA" w:rsidRPr="00A258ED" w:rsidRDefault="00E209AA" w:rsidP="00E738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2915F" w14:textId="77777777" w:rsidR="00E209AA" w:rsidRPr="00A258ED" w:rsidRDefault="00E209AA" w:rsidP="00E738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5582AC" w14:textId="1882BF34" w:rsidR="00A258ED" w:rsidRDefault="00A258ED" w:rsidP="005341AA">
      <w:pPr>
        <w:jc w:val="both"/>
        <w:rPr>
          <w:rFonts w:cstheme="minorHAnsi"/>
          <w:sz w:val="20"/>
          <w:szCs w:val="20"/>
        </w:rPr>
      </w:pPr>
    </w:p>
    <w:p w14:paraId="6AEDE2A3" w14:textId="77777777" w:rsidR="00A258ED" w:rsidRDefault="00A258ED" w:rsidP="005341AA">
      <w:pPr>
        <w:jc w:val="both"/>
        <w:rPr>
          <w:rFonts w:cstheme="minorHAnsi"/>
          <w:sz w:val="20"/>
          <w:szCs w:val="20"/>
        </w:rPr>
      </w:pPr>
    </w:p>
    <w:p w14:paraId="469E1B57" w14:textId="6646A0F2" w:rsidR="00E86A00" w:rsidRDefault="00E86A00" w:rsidP="005341AA">
      <w:pPr>
        <w:jc w:val="both"/>
        <w:rPr>
          <w:rFonts w:cstheme="minorHAnsi"/>
          <w:sz w:val="20"/>
          <w:szCs w:val="20"/>
        </w:rPr>
      </w:pPr>
    </w:p>
    <w:tbl>
      <w:tblPr>
        <w:tblStyle w:val="Tablaconcuadrcula2"/>
        <w:tblpPr w:leftFromText="142" w:rightFromText="142" w:vertAnchor="page" w:horzAnchor="margin" w:tblpXSpec="center" w:tblpY="4549"/>
        <w:tblW w:w="9352" w:type="dxa"/>
        <w:tblLayout w:type="fixed"/>
        <w:tblLook w:val="04A0" w:firstRow="1" w:lastRow="0" w:firstColumn="1" w:lastColumn="0" w:noHBand="0" w:noVBand="1"/>
      </w:tblPr>
      <w:tblGrid>
        <w:gridCol w:w="2689"/>
        <w:gridCol w:w="708"/>
        <w:gridCol w:w="1560"/>
        <w:gridCol w:w="3402"/>
        <w:gridCol w:w="993"/>
      </w:tblGrid>
      <w:tr w:rsidR="00A258ED" w:rsidRPr="006B39FE" w14:paraId="40B610AF" w14:textId="77777777" w:rsidTr="00A258ED">
        <w:trPr>
          <w:trHeight w:val="701"/>
        </w:trPr>
        <w:tc>
          <w:tcPr>
            <w:tcW w:w="9352" w:type="dxa"/>
            <w:gridSpan w:val="5"/>
            <w:shd w:val="clear" w:color="auto" w:fill="BFBFBF" w:themeFill="background1" w:themeFillShade="BF"/>
          </w:tcPr>
          <w:p w14:paraId="1858C17C" w14:textId="77777777" w:rsidR="00A258ED" w:rsidRDefault="00A258ED" w:rsidP="00A258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037BEE" w14:textId="77777777" w:rsidR="00A258ED" w:rsidRPr="006B39FE" w:rsidRDefault="00A258ED" w:rsidP="00A258E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B39FE">
              <w:rPr>
                <w:rFonts w:ascii="Arial" w:hAnsi="Arial" w:cs="Arial"/>
                <w:b/>
                <w:sz w:val="20"/>
                <w:szCs w:val="20"/>
              </w:rPr>
              <w:t>DATOS DEL PERSONAL CONTRATADO</w:t>
            </w:r>
          </w:p>
        </w:tc>
      </w:tr>
      <w:tr w:rsidR="00A258ED" w:rsidRPr="006B39FE" w14:paraId="56850041" w14:textId="77777777" w:rsidTr="00A258ED">
        <w:trPr>
          <w:trHeight w:val="424"/>
        </w:trPr>
        <w:tc>
          <w:tcPr>
            <w:tcW w:w="2689" w:type="dxa"/>
            <w:vMerge w:val="restart"/>
            <w:shd w:val="clear" w:color="auto" w:fill="D9D9D9" w:themeFill="background1" w:themeFillShade="D9"/>
          </w:tcPr>
          <w:p w14:paraId="23AADE65" w14:textId="77777777" w:rsidR="00A258ED" w:rsidRDefault="00A258ED" w:rsidP="00A258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2293D8" w14:textId="77777777" w:rsidR="00A258ED" w:rsidRDefault="00A258ED" w:rsidP="00A258E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Personal contratado por (seleccione con una X):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628EA66D" w14:textId="77777777" w:rsidR="00A258ED" w:rsidRPr="006B39FE" w:rsidRDefault="00A258ED" w:rsidP="00A258ED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Contratación directa por el Ayuntamiento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993" w:type="dxa"/>
            <w:shd w:val="clear" w:color="auto" w:fill="auto"/>
          </w:tcPr>
          <w:p w14:paraId="15937F3D" w14:textId="77777777" w:rsidR="00A258ED" w:rsidRPr="006B39FE" w:rsidRDefault="00A258ED" w:rsidP="00A258ED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</w:tr>
      <w:tr w:rsidR="00A258ED" w:rsidRPr="006B39FE" w14:paraId="22BB9B86" w14:textId="77777777" w:rsidTr="00A258ED">
        <w:trPr>
          <w:trHeight w:val="424"/>
        </w:trPr>
        <w:tc>
          <w:tcPr>
            <w:tcW w:w="2689" w:type="dxa"/>
            <w:vMerge/>
            <w:shd w:val="clear" w:color="auto" w:fill="D9D9D9" w:themeFill="background1" w:themeFillShade="D9"/>
          </w:tcPr>
          <w:p w14:paraId="4767A730" w14:textId="77777777" w:rsidR="00A258ED" w:rsidRDefault="00A258ED" w:rsidP="00A258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6E85B3A7" w14:textId="77777777" w:rsidR="00A258ED" w:rsidRPr="006B39FE" w:rsidRDefault="00A258ED" w:rsidP="00A258ED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Subcontratación con empresa o entidad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993" w:type="dxa"/>
            <w:shd w:val="clear" w:color="auto" w:fill="auto"/>
          </w:tcPr>
          <w:p w14:paraId="1A49F7FE" w14:textId="77777777" w:rsidR="00A258ED" w:rsidRPr="006B39FE" w:rsidRDefault="00A258ED" w:rsidP="00A258ED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</w:tr>
      <w:tr w:rsidR="00A258ED" w:rsidRPr="006B39FE" w14:paraId="14A91725" w14:textId="77777777" w:rsidTr="00A258ED">
        <w:trPr>
          <w:trHeight w:val="424"/>
        </w:trPr>
        <w:tc>
          <w:tcPr>
            <w:tcW w:w="2689" w:type="dxa"/>
            <w:vMerge/>
            <w:shd w:val="clear" w:color="auto" w:fill="D9D9D9" w:themeFill="background1" w:themeFillShade="D9"/>
          </w:tcPr>
          <w:p w14:paraId="124A2BC4" w14:textId="77777777" w:rsidR="00A258ED" w:rsidRDefault="00A258ED" w:rsidP="00A258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427DA7A3" w14:textId="77777777" w:rsidR="00A258ED" w:rsidRPr="006B39FE" w:rsidRDefault="00A258ED" w:rsidP="00A258ED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430EBF">
              <w:rPr>
                <w:rFonts w:ascii="Arial" w:hAnsi="Arial" w:cs="Arial"/>
                <w:sz w:val="20"/>
                <w:szCs w:val="20"/>
              </w:rPr>
              <w:t>Ambos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</w:t>
            </w:r>
          </w:p>
        </w:tc>
        <w:tc>
          <w:tcPr>
            <w:tcW w:w="993" w:type="dxa"/>
            <w:shd w:val="clear" w:color="auto" w:fill="auto"/>
          </w:tcPr>
          <w:p w14:paraId="69950336" w14:textId="77777777" w:rsidR="00A258ED" w:rsidRPr="006B39FE" w:rsidRDefault="00A258ED" w:rsidP="00A258ED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</w:tr>
      <w:tr w:rsidR="00A258ED" w:rsidRPr="006B39FE" w14:paraId="46F235A1" w14:textId="77777777" w:rsidTr="001B28F0">
        <w:trPr>
          <w:trHeight w:val="603"/>
        </w:trPr>
        <w:tc>
          <w:tcPr>
            <w:tcW w:w="495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E9A8D4" w14:textId="77777777" w:rsidR="00A258ED" w:rsidRPr="006B39FE" w:rsidRDefault="00A258ED" w:rsidP="00A258E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B39FE">
              <w:rPr>
                <w:rFonts w:ascii="Arial" w:hAnsi="Arial" w:cs="Arial"/>
                <w:b/>
                <w:sz w:val="20"/>
                <w:szCs w:val="20"/>
              </w:rPr>
              <w:t>En caso de subcontratación, indique nombre de la empresa u entidad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FEA44E" w14:textId="77777777" w:rsidR="00A258ED" w:rsidRPr="006B39FE" w:rsidRDefault="00A258ED" w:rsidP="00A258ED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A258ED" w:rsidRPr="006B39FE" w14:paraId="02DFEEFD" w14:textId="77777777" w:rsidTr="00A258ED">
        <w:trPr>
          <w:trHeight w:val="603"/>
        </w:trPr>
        <w:tc>
          <w:tcPr>
            <w:tcW w:w="9352" w:type="dxa"/>
            <w:gridSpan w:val="5"/>
            <w:shd w:val="clear" w:color="auto" w:fill="D9D9D9" w:themeFill="background1" w:themeFillShade="D9"/>
          </w:tcPr>
          <w:p w14:paraId="55002D8A" w14:textId="77777777" w:rsidR="00A258ED" w:rsidRPr="00622577" w:rsidRDefault="00A258ED" w:rsidP="00A258ED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22577">
              <w:rPr>
                <w:rFonts w:ascii="Arial" w:hAnsi="Arial" w:cs="Arial"/>
                <w:b/>
                <w:sz w:val="20"/>
                <w:szCs w:val="20"/>
              </w:rPr>
              <w:t>Personal contratado para realizar la actuación:</w:t>
            </w:r>
          </w:p>
        </w:tc>
      </w:tr>
      <w:tr w:rsidR="001B28F0" w:rsidRPr="006B39FE" w14:paraId="5B2EF348" w14:textId="77777777" w:rsidTr="001B28F0">
        <w:trPr>
          <w:trHeight w:val="342"/>
        </w:trPr>
        <w:tc>
          <w:tcPr>
            <w:tcW w:w="3397" w:type="dxa"/>
            <w:gridSpan w:val="2"/>
          </w:tcPr>
          <w:p w14:paraId="63E009F1" w14:textId="3EA2AA9D" w:rsidR="001B28F0" w:rsidRPr="006A42A0" w:rsidRDefault="001B28F0" w:rsidP="00A258ED">
            <w:pPr>
              <w:spacing w:line="240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9549D8">
              <w:rPr>
                <w:rFonts w:ascii="Arial" w:hAnsi="Arial" w:cs="Arial"/>
                <w:sz w:val="20"/>
                <w:szCs w:val="20"/>
              </w:rPr>
              <w:t>Número de hombres:</w:t>
            </w:r>
          </w:p>
        </w:tc>
        <w:tc>
          <w:tcPr>
            <w:tcW w:w="1560" w:type="dxa"/>
            <w:shd w:val="clear" w:color="auto" w:fill="auto"/>
          </w:tcPr>
          <w:p w14:paraId="24EA5EF0" w14:textId="3DAA0586" w:rsidR="001B28F0" w:rsidRPr="009549D8" w:rsidRDefault="001B28F0" w:rsidP="00A258ED">
            <w:pPr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0EFEE30" w14:textId="77777777" w:rsidR="001B28F0" w:rsidRPr="009549D8" w:rsidRDefault="001B28F0" w:rsidP="00A258ED">
            <w:pPr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49D8">
              <w:rPr>
                <w:rFonts w:ascii="Arial" w:hAnsi="Arial" w:cs="Arial"/>
                <w:sz w:val="20"/>
                <w:szCs w:val="20"/>
              </w:rPr>
              <w:t>Número de mujeres:</w:t>
            </w:r>
          </w:p>
        </w:tc>
        <w:tc>
          <w:tcPr>
            <w:tcW w:w="993" w:type="dxa"/>
            <w:shd w:val="clear" w:color="auto" w:fill="auto"/>
          </w:tcPr>
          <w:p w14:paraId="4E48D562" w14:textId="654EF3E8" w:rsidR="001B28F0" w:rsidRPr="009549D8" w:rsidRDefault="001B28F0" w:rsidP="00A258ED">
            <w:pPr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258ED" w:rsidRPr="006B39FE" w14:paraId="0483DBB3" w14:textId="77777777" w:rsidTr="001B28F0">
        <w:trPr>
          <w:trHeight w:val="301"/>
        </w:trPr>
        <w:tc>
          <w:tcPr>
            <w:tcW w:w="9352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37F377" w14:textId="77777777" w:rsidR="00A258ED" w:rsidRPr="006B39FE" w:rsidRDefault="00A258ED" w:rsidP="00A258E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086A">
              <w:rPr>
                <w:rFonts w:ascii="Arial" w:hAnsi="Arial" w:cs="Arial"/>
                <w:b/>
                <w:sz w:val="20"/>
                <w:szCs w:val="20"/>
                <w:shd w:val="clear" w:color="auto" w:fill="D9D9D9" w:themeFill="background1" w:themeFillShade="D9"/>
              </w:rPr>
              <w:t>Otro personal contratado (indicar si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se cuenta con personal de coordinación y/o de limpieza en la ejecución de la actuación): </w:t>
            </w:r>
          </w:p>
        </w:tc>
      </w:tr>
      <w:tr w:rsidR="00A258ED" w:rsidRPr="006B39FE" w14:paraId="46294F82" w14:textId="77777777" w:rsidTr="001B28F0">
        <w:trPr>
          <w:trHeight w:val="291"/>
        </w:trPr>
        <w:tc>
          <w:tcPr>
            <w:tcW w:w="3397" w:type="dxa"/>
            <w:gridSpan w:val="2"/>
            <w:tcBorders>
              <w:top w:val="single" w:sz="4" w:space="0" w:color="auto"/>
            </w:tcBorders>
          </w:tcPr>
          <w:p w14:paraId="51900FBC" w14:textId="77777777" w:rsidR="00A258ED" w:rsidRPr="00697870" w:rsidRDefault="00A258ED" w:rsidP="00A258E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 xml:space="preserve">Personal </w:t>
            </w:r>
          </w:p>
          <w:p w14:paraId="1EB8717F" w14:textId="77777777" w:rsidR="00A258ED" w:rsidRPr="00697870" w:rsidRDefault="00A258ED" w:rsidP="00A258E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>de coordinación:</w:t>
            </w:r>
          </w:p>
        </w:tc>
        <w:tc>
          <w:tcPr>
            <w:tcW w:w="5955" w:type="dxa"/>
            <w:gridSpan w:val="3"/>
            <w:tcBorders>
              <w:top w:val="single" w:sz="4" w:space="0" w:color="auto"/>
            </w:tcBorders>
          </w:tcPr>
          <w:p w14:paraId="24E6D294" w14:textId="77777777" w:rsidR="00A258ED" w:rsidRPr="00697870" w:rsidRDefault="00A258ED" w:rsidP="00A258E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 xml:space="preserve">Si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08194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697870">
              <w:rPr>
                <w:rFonts w:ascii="Arial" w:hAnsi="Arial" w:cs="Arial"/>
                <w:sz w:val="20"/>
                <w:szCs w:val="20"/>
              </w:rPr>
              <w:t xml:space="preserve">No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69003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58ED" w:rsidRPr="006B39FE" w14:paraId="272525F4" w14:textId="77777777" w:rsidTr="00A258ED">
        <w:trPr>
          <w:trHeight w:val="388"/>
        </w:trPr>
        <w:tc>
          <w:tcPr>
            <w:tcW w:w="3397" w:type="dxa"/>
            <w:gridSpan w:val="2"/>
          </w:tcPr>
          <w:p w14:paraId="39DBFC9A" w14:textId="77777777" w:rsidR="00A258ED" w:rsidRPr="00697870" w:rsidRDefault="00A258ED" w:rsidP="00A258E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>Personal de limpieza:</w:t>
            </w:r>
          </w:p>
        </w:tc>
        <w:tc>
          <w:tcPr>
            <w:tcW w:w="5955" w:type="dxa"/>
            <w:gridSpan w:val="3"/>
          </w:tcPr>
          <w:p w14:paraId="477679A2" w14:textId="77777777" w:rsidR="00A258ED" w:rsidRPr="00697870" w:rsidRDefault="00A258ED" w:rsidP="00A258E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 xml:space="preserve">Si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1101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697870">
              <w:rPr>
                <w:rFonts w:ascii="Arial" w:hAnsi="Arial" w:cs="Arial"/>
                <w:sz w:val="20"/>
                <w:szCs w:val="20"/>
              </w:rPr>
              <w:t xml:space="preserve">No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49259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58ED" w:rsidRPr="006B39FE" w14:paraId="10B50420" w14:textId="77777777" w:rsidTr="00A258ED">
        <w:trPr>
          <w:trHeight w:val="280"/>
        </w:trPr>
        <w:tc>
          <w:tcPr>
            <w:tcW w:w="9352" w:type="dxa"/>
            <w:gridSpan w:val="5"/>
            <w:shd w:val="clear" w:color="auto" w:fill="D9D9D9" w:themeFill="background1" w:themeFillShade="D9"/>
          </w:tcPr>
          <w:p w14:paraId="572DBCE8" w14:textId="77777777" w:rsidR="00A258ED" w:rsidRPr="00FB6967" w:rsidRDefault="00A258ED" w:rsidP="00A258ED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6967">
              <w:rPr>
                <w:rFonts w:ascii="Arial" w:hAnsi="Arial" w:cs="Arial"/>
                <w:b/>
                <w:sz w:val="20"/>
                <w:szCs w:val="20"/>
              </w:rPr>
              <w:t>OTROS DATOS:</w:t>
            </w:r>
          </w:p>
        </w:tc>
      </w:tr>
      <w:tr w:rsidR="00A258ED" w:rsidRPr="006B39FE" w14:paraId="69FD16A6" w14:textId="77777777" w:rsidTr="00A258ED">
        <w:trPr>
          <w:trHeight w:val="1860"/>
        </w:trPr>
        <w:tc>
          <w:tcPr>
            <w:tcW w:w="9352" w:type="dxa"/>
            <w:gridSpan w:val="5"/>
          </w:tcPr>
          <w:p w14:paraId="0B6BEC10" w14:textId="77777777" w:rsidR="00A258ED" w:rsidRDefault="00A258ED" w:rsidP="00A258E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4BCA46" w14:textId="77777777" w:rsidR="00A258ED" w:rsidRDefault="00A258ED" w:rsidP="00A258ED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649BBC90" w14:textId="77777777" w:rsidR="00A258ED" w:rsidRDefault="00A258ED" w:rsidP="00A258ED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59DD80C" w14:textId="77777777" w:rsidR="00A258ED" w:rsidRDefault="00A258ED" w:rsidP="00A258ED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376283D" w14:textId="77777777" w:rsidR="00A258ED" w:rsidRDefault="00A258ED" w:rsidP="00A258ED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6F28ADE" w14:textId="77777777" w:rsidR="00A258ED" w:rsidRDefault="00A258ED" w:rsidP="00A258ED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1C65744" w14:textId="77777777" w:rsidR="00A258ED" w:rsidRDefault="00A258ED" w:rsidP="00A258ED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10EA5D8" w14:textId="77777777" w:rsidR="00A258ED" w:rsidRPr="00FB6967" w:rsidRDefault="00A258ED" w:rsidP="00A258ED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0132A" w14:textId="79511CCE" w:rsidR="00D35EEE" w:rsidRPr="00D35EEE" w:rsidRDefault="00BE302B" w:rsidP="005341AA">
      <w:pPr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Se debe adjuntar</w:t>
      </w:r>
      <w:r w:rsidR="00D35EEE" w:rsidRPr="00D35EEE">
        <w:rPr>
          <w:rFonts w:cstheme="minorHAnsi"/>
          <w:b/>
          <w:sz w:val="28"/>
          <w:szCs w:val="28"/>
        </w:rPr>
        <w:t xml:space="preserve"> la publicidad realizada de la actuación</w:t>
      </w:r>
    </w:p>
    <w:p w14:paraId="7E2F12B2" w14:textId="77777777" w:rsidR="00FA3415" w:rsidRPr="009D4A9A" w:rsidRDefault="00FA3415" w:rsidP="00AE7772">
      <w:pPr>
        <w:rPr>
          <w:rFonts w:ascii="Arial" w:hAnsi="Arial" w:cs="Arial"/>
        </w:rPr>
      </w:pPr>
    </w:p>
    <w:sectPr w:rsidR="00FA3415" w:rsidRPr="009D4A9A" w:rsidSect="00AC67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418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D67F7" w14:textId="77777777" w:rsidR="00021F1E" w:rsidRDefault="00021F1E" w:rsidP="00022BEF">
      <w:pPr>
        <w:spacing w:after="0" w:line="240" w:lineRule="auto"/>
      </w:pPr>
      <w:r>
        <w:separator/>
      </w:r>
    </w:p>
  </w:endnote>
  <w:endnote w:type="continuationSeparator" w:id="0">
    <w:p w14:paraId="7BDE7F70" w14:textId="77777777" w:rsidR="00021F1E" w:rsidRDefault="00021F1E" w:rsidP="0002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F1BB4" w14:textId="77777777" w:rsidR="006A74C3" w:rsidRDefault="006A74C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502" w:type="pct"/>
      <w:tblInd w:w="-426" w:type="dxa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77"/>
      <w:gridCol w:w="4681"/>
    </w:tblGrid>
    <w:tr w:rsidR="00A258ED" w14:paraId="611DDEA1" w14:textId="77777777" w:rsidTr="006A4218">
      <w:tc>
        <w:tcPr>
          <w:tcW w:w="2499" w:type="pct"/>
          <w:shd w:val="clear" w:color="auto" w:fill="B878AC"/>
          <w:vAlign w:val="center"/>
        </w:tcPr>
        <w:p w14:paraId="403A3F1B" w14:textId="77777777" w:rsidR="00A258ED" w:rsidRPr="00022BEF" w:rsidRDefault="000560FA" w:rsidP="00A258ED">
          <w:pPr>
            <w:pStyle w:val="Piedepgina"/>
            <w:spacing w:before="80" w:after="80"/>
            <w:jc w:val="both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sdt>
            <w:sdtPr>
              <w:rPr>
                <w:rFonts w:ascii="Arial Narrow" w:hAnsi="Arial Narrow"/>
                <w:caps/>
                <w:color w:val="FFFFFF" w:themeColor="background1"/>
                <w:sz w:val="20"/>
                <w:szCs w:val="18"/>
              </w:rPr>
              <w:alias w:val="Título"/>
              <w:tag w:val=""/>
              <w:id w:val="-5788298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A258ED" w:rsidRPr="00022BEF">
                <w:rPr>
                  <w:rFonts w:ascii="Arial Narrow" w:hAnsi="Arial Narrow"/>
                  <w:caps/>
                  <w:color w:val="FFFFFF" w:themeColor="background1"/>
                  <w:sz w:val="20"/>
                  <w:szCs w:val="18"/>
                </w:rPr>
                <w:t>PLAN CORRESPONSABLES CASTILLA-LA MANCHA</w:t>
              </w:r>
            </w:sdtContent>
          </w:sdt>
        </w:p>
      </w:tc>
      <w:tc>
        <w:tcPr>
          <w:tcW w:w="2501" w:type="pct"/>
          <w:shd w:val="clear" w:color="auto" w:fill="B878AC"/>
          <w:vAlign w:val="center"/>
        </w:tcPr>
        <w:p w14:paraId="1593C5F4" w14:textId="77777777" w:rsidR="00A258ED" w:rsidRPr="00022BEF" w:rsidRDefault="00A258ED" w:rsidP="00A258ED">
          <w:pPr>
            <w:pStyle w:val="Piedepgina"/>
            <w:spacing w:before="80" w:after="80"/>
            <w:jc w:val="right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r>
            <w:rPr>
              <w:rFonts w:ascii="Arial Narrow" w:hAnsi="Arial Narrow"/>
              <w:caps/>
              <w:noProof/>
              <w:color w:val="FFFFFF" w:themeColor="background1"/>
              <w:sz w:val="20"/>
              <w:szCs w:val="18"/>
              <w:lang w:eastAsia="es-ES"/>
            </w:rPr>
            <w:drawing>
              <wp:inline distT="0" distB="0" distL="0" distR="0" wp14:anchorId="51F2C125" wp14:editId="68E88F8A">
                <wp:extent cx="788670" cy="205740"/>
                <wp:effectExtent l="0" t="0" r="0" b="3810"/>
                <wp:docPr id="18" name="Imagen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353" cy="2134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3D9EB5B" w14:textId="119B7AE6" w:rsidR="00A258ED" w:rsidRDefault="00A258ED">
    <w:pPr>
      <w:pStyle w:val="Piedepgina"/>
    </w:pPr>
  </w:p>
  <w:p w14:paraId="42091EF5" w14:textId="77777777" w:rsidR="00022BEF" w:rsidRDefault="00022BE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95728" w14:textId="77777777" w:rsidR="006A74C3" w:rsidRDefault="006A74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635D1" w14:textId="77777777" w:rsidR="00021F1E" w:rsidRDefault="00021F1E" w:rsidP="00022BEF">
      <w:pPr>
        <w:spacing w:after="0" w:line="240" w:lineRule="auto"/>
      </w:pPr>
      <w:r>
        <w:separator/>
      </w:r>
    </w:p>
  </w:footnote>
  <w:footnote w:type="continuationSeparator" w:id="0">
    <w:p w14:paraId="1E74794B" w14:textId="77777777" w:rsidR="00021F1E" w:rsidRDefault="00021F1E" w:rsidP="00022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C610C" w14:textId="77777777" w:rsidR="006A74C3" w:rsidRDefault="006A74C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BE2D7" w14:textId="64CD647E" w:rsidR="00622D8A" w:rsidRPr="00DB7F5B" w:rsidRDefault="000560FA" w:rsidP="00756423">
    <w:pPr>
      <w:pStyle w:val="Encabezado"/>
      <w:tabs>
        <w:tab w:val="clear" w:pos="4252"/>
      </w:tabs>
    </w:pPr>
    <w:r>
      <w:rPr>
        <w:noProof/>
      </w:rPr>
      <w:drawing>
        <wp:inline distT="0" distB="0" distL="0" distR="0" wp14:anchorId="3695195B" wp14:editId="011B96FF">
          <wp:extent cx="5400040" cy="522605"/>
          <wp:effectExtent l="0" t="0" r="0" b="0"/>
          <wp:docPr id="13" name="Imagen 12">
            <a:extLst xmlns:a="http://schemas.openxmlformats.org/drawingml/2006/main">
              <a:ext uri="{FF2B5EF4-FFF2-40B4-BE49-F238E27FC236}">
                <a16:creationId xmlns:a16="http://schemas.microsoft.com/office/drawing/2014/main" id="{50D473A9-DAEB-D97D-E1C3-80E4801B86C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n 12">
                    <a:extLst>
                      <a:ext uri="{FF2B5EF4-FFF2-40B4-BE49-F238E27FC236}">
                        <a16:creationId xmlns:a16="http://schemas.microsoft.com/office/drawing/2014/main" id="{50D473A9-DAEB-D97D-E1C3-80E4801B86C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522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75886" w14:textId="77777777" w:rsidR="006A74C3" w:rsidRDefault="006A74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F1E"/>
    <w:rsid w:val="00012B56"/>
    <w:rsid w:val="00021F1E"/>
    <w:rsid w:val="00022BEF"/>
    <w:rsid w:val="000560FA"/>
    <w:rsid w:val="00060DA1"/>
    <w:rsid w:val="0007435D"/>
    <w:rsid w:val="0008785A"/>
    <w:rsid w:val="000A599C"/>
    <w:rsid w:val="000D282B"/>
    <w:rsid w:val="001069D8"/>
    <w:rsid w:val="0011086A"/>
    <w:rsid w:val="00160117"/>
    <w:rsid w:val="0017480B"/>
    <w:rsid w:val="00182026"/>
    <w:rsid w:val="001858FC"/>
    <w:rsid w:val="0019572F"/>
    <w:rsid w:val="001A6752"/>
    <w:rsid w:val="001B28F0"/>
    <w:rsid w:val="001B561B"/>
    <w:rsid w:val="001C0AF0"/>
    <w:rsid w:val="001C7211"/>
    <w:rsid w:val="00231206"/>
    <w:rsid w:val="0024529E"/>
    <w:rsid w:val="00280157"/>
    <w:rsid w:val="00282A29"/>
    <w:rsid w:val="002E763D"/>
    <w:rsid w:val="00337B70"/>
    <w:rsid w:val="0034347A"/>
    <w:rsid w:val="00347BD5"/>
    <w:rsid w:val="0036171C"/>
    <w:rsid w:val="00366C63"/>
    <w:rsid w:val="00386945"/>
    <w:rsid w:val="003A3D08"/>
    <w:rsid w:val="003A4569"/>
    <w:rsid w:val="003A783D"/>
    <w:rsid w:val="003B07C3"/>
    <w:rsid w:val="003B2F19"/>
    <w:rsid w:val="003C0CD4"/>
    <w:rsid w:val="003C3DD8"/>
    <w:rsid w:val="003C40E8"/>
    <w:rsid w:val="003D0C01"/>
    <w:rsid w:val="004068A0"/>
    <w:rsid w:val="00413700"/>
    <w:rsid w:val="00431B4B"/>
    <w:rsid w:val="004372B2"/>
    <w:rsid w:val="00440997"/>
    <w:rsid w:val="004531D4"/>
    <w:rsid w:val="00460420"/>
    <w:rsid w:val="00462C97"/>
    <w:rsid w:val="0046428F"/>
    <w:rsid w:val="004853FA"/>
    <w:rsid w:val="004B1831"/>
    <w:rsid w:val="004B4D11"/>
    <w:rsid w:val="004C12BF"/>
    <w:rsid w:val="004C62E9"/>
    <w:rsid w:val="004D4863"/>
    <w:rsid w:val="00505443"/>
    <w:rsid w:val="00522A07"/>
    <w:rsid w:val="00524F13"/>
    <w:rsid w:val="005341AA"/>
    <w:rsid w:val="005425EE"/>
    <w:rsid w:val="00543320"/>
    <w:rsid w:val="00554119"/>
    <w:rsid w:val="00561128"/>
    <w:rsid w:val="00574F72"/>
    <w:rsid w:val="005818E2"/>
    <w:rsid w:val="005F7716"/>
    <w:rsid w:val="00606179"/>
    <w:rsid w:val="00622577"/>
    <w:rsid w:val="00622D8A"/>
    <w:rsid w:val="00635465"/>
    <w:rsid w:val="006678FA"/>
    <w:rsid w:val="00673CA5"/>
    <w:rsid w:val="00682DB6"/>
    <w:rsid w:val="006A1BAE"/>
    <w:rsid w:val="006A42A0"/>
    <w:rsid w:val="006A5320"/>
    <w:rsid w:val="006A74C3"/>
    <w:rsid w:val="006F4181"/>
    <w:rsid w:val="00724034"/>
    <w:rsid w:val="007416A3"/>
    <w:rsid w:val="00756423"/>
    <w:rsid w:val="0075689D"/>
    <w:rsid w:val="00764F17"/>
    <w:rsid w:val="007A6CAF"/>
    <w:rsid w:val="007C0E66"/>
    <w:rsid w:val="007D2A6C"/>
    <w:rsid w:val="007E33A2"/>
    <w:rsid w:val="00821160"/>
    <w:rsid w:val="00857DFB"/>
    <w:rsid w:val="00892DFB"/>
    <w:rsid w:val="008B34A0"/>
    <w:rsid w:val="008B5F5F"/>
    <w:rsid w:val="008D23AD"/>
    <w:rsid w:val="008F41F7"/>
    <w:rsid w:val="009165E5"/>
    <w:rsid w:val="009549D8"/>
    <w:rsid w:val="00996456"/>
    <w:rsid w:val="009A32BA"/>
    <w:rsid w:val="009C1264"/>
    <w:rsid w:val="009D4A9A"/>
    <w:rsid w:val="009E5E1C"/>
    <w:rsid w:val="009F001F"/>
    <w:rsid w:val="00A16A18"/>
    <w:rsid w:val="00A258ED"/>
    <w:rsid w:val="00A57BA1"/>
    <w:rsid w:val="00A6178A"/>
    <w:rsid w:val="00A71C9E"/>
    <w:rsid w:val="00A93A11"/>
    <w:rsid w:val="00A941B0"/>
    <w:rsid w:val="00AA72F6"/>
    <w:rsid w:val="00AB30A8"/>
    <w:rsid w:val="00AB389A"/>
    <w:rsid w:val="00AB749F"/>
    <w:rsid w:val="00AC67E9"/>
    <w:rsid w:val="00AE0A36"/>
    <w:rsid w:val="00AE7772"/>
    <w:rsid w:val="00AF199C"/>
    <w:rsid w:val="00AF2F90"/>
    <w:rsid w:val="00B10235"/>
    <w:rsid w:val="00B171E4"/>
    <w:rsid w:val="00B3421D"/>
    <w:rsid w:val="00B72522"/>
    <w:rsid w:val="00B76035"/>
    <w:rsid w:val="00B76FD9"/>
    <w:rsid w:val="00BC4837"/>
    <w:rsid w:val="00BD3F34"/>
    <w:rsid w:val="00BD786A"/>
    <w:rsid w:val="00BE14F5"/>
    <w:rsid w:val="00BE302B"/>
    <w:rsid w:val="00C26ACB"/>
    <w:rsid w:val="00C27C69"/>
    <w:rsid w:val="00C51177"/>
    <w:rsid w:val="00C53A50"/>
    <w:rsid w:val="00C5757D"/>
    <w:rsid w:val="00CA4FCD"/>
    <w:rsid w:val="00CC04CF"/>
    <w:rsid w:val="00D35EEE"/>
    <w:rsid w:val="00D460F5"/>
    <w:rsid w:val="00DB23D0"/>
    <w:rsid w:val="00DB7F5B"/>
    <w:rsid w:val="00DC165B"/>
    <w:rsid w:val="00DC7CB3"/>
    <w:rsid w:val="00DE31E9"/>
    <w:rsid w:val="00E000D2"/>
    <w:rsid w:val="00E209AA"/>
    <w:rsid w:val="00E630B3"/>
    <w:rsid w:val="00E769C8"/>
    <w:rsid w:val="00E86A00"/>
    <w:rsid w:val="00EB455D"/>
    <w:rsid w:val="00EB5B21"/>
    <w:rsid w:val="00ED2D91"/>
    <w:rsid w:val="00ED3F55"/>
    <w:rsid w:val="00EE5599"/>
    <w:rsid w:val="00F100CD"/>
    <w:rsid w:val="00F22430"/>
    <w:rsid w:val="00F56F82"/>
    <w:rsid w:val="00F57219"/>
    <w:rsid w:val="00FA3415"/>
    <w:rsid w:val="00FD78FB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26ADCFE"/>
  <w15:chartTrackingRefBased/>
  <w15:docId w15:val="{273B5030-4A9D-43A6-9C2A-32B7621E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86A"/>
    <w:pPr>
      <w:suppressAutoHyphens/>
      <w:spacing w:line="252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suppressAutoHyphens w:val="0"/>
      <w:spacing w:line="259" w:lineRule="auto"/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uiPriority w:val="39"/>
    <w:rsid w:val="00BD786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341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ga127\Desktop\1.%20COMUNICACI&#211;N%20DE%20INICIO%20DE%20ACTUACI&#211;N%20()%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61726D4D2C24148B50AA9FA96822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57CEE-3898-44FA-B41F-312AC6F280A3}"/>
      </w:docPartPr>
      <w:docPartBody>
        <w:p w:rsidR="00AB5D5D" w:rsidRDefault="00AB5D5D">
          <w:pPr>
            <w:pStyle w:val="961726D4D2C24148B50AA9FA9682270F"/>
          </w:pPr>
          <w:r w:rsidRPr="004E38F9">
            <w:rPr>
              <w:rStyle w:val="Textodelmarcadordeposicin"/>
              <w:sz w:val="20"/>
              <w:szCs w:val="20"/>
            </w:rPr>
            <w:t>Haga clic aquí o 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D5D"/>
    <w:rsid w:val="008F41F7"/>
    <w:rsid w:val="00AB5D5D"/>
    <w:rsid w:val="00C15918"/>
    <w:rsid w:val="00C2491B"/>
    <w:rsid w:val="00CD2F4D"/>
    <w:rsid w:val="00EC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C6B96"/>
    <w:rPr>
      <w:color w:val="808080"/>
    </w:rPr>
  </w:style>
  <w:style w:type="paragraph" w:customStyle="1" w:styleId="961726D4D2C24148B50AA9FA9682270F">
    <w:name w:val="961726D4D2C24148B50AA9FA968227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7AD86-FA9A-40C4-B53F-2CBC42A27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1. COMUNICACIÓN DE INICIO DE ACTUACIÓN () .dotx</Template>
  <TotalTime>84</TotalTime>
  <Pages>2</Pages>
  <Words>355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/>
  <dc:creator>aaga127 Ana Marta González Alonso tfno:9252 67422</dc:creator>
  <cp:keywords/>
  <dc:description/>
  <cp:lastModifiedBy>Laura Moreno Cerdeño</cp:lastModifiedBy>
  <cp:revision>9</cp:revision>
  <cp:lastPrinted>2024-04-11T07:44:00Z</cp:lastPrinted>
  <dcterms:created xsi:type="dcterms:W3CDTF">2025-11-12T06:36:00Z</dcterms:created>
  <dcterms:modified xsi:type="dcterms:W3CDTF">2026-02-23T11:16:00Z</dcterms:modified>
</cp:coreProperties>
</file>